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6B53B4" w:rsidRDefault="009A65AF" w:rsidP="003A52A1">
      <w:pPr>
        <w:jc w:val="center"/>
        <w:rPr>
          <w:rFonts w:ascii="Marianne" w:hAnsi="Marianne"/>
          <w:b/>
        </w:rPr>
      </w:pPr>
      <w:r w:rsidRPr="006B53B4">
        <w:rPr>
          <w:rFonts w:ascii="Marianne" w:hAnsi="Marianne"/>
          <w:b/>
        </w:rPr>
        <w:t xml:space="preserve">SÉLECTION DE RÉFÉRENCES DE MOINS DE </w:t>
      </w:r>
      <w:r w:rsidR="00F87AEB" w:rsidRPr="006B53B4">
        <w:rPr>
          <w:rFonts w:ascii="Marianne" w:hAnsi="Marianne"/>
          <w:b/>
        </w:rPr>
        <w:t>5</w:t>
      </w:r>
      <w:r w:rsidR="008264D8" w:rsidRPr="006B53B4">
        <w:rPr>
          <w:rFonts w:ascii="Marianne" w:hAnsi="Marianne"/>
          <w:b/>
        </w:rPr>
        <w:t> </w:t>
      </w:r>
      <w:r w:rsidRPr="006B53B4">
        <w:rPr>
          <w:rFonts w:ascii="Marianne" w:hAnsi="Marianne"/>
          <w:b/>
        </w:rPr>
        <w:t>ANS SIGNIFICATIVES VIS-A-VIS DU MARCHÉ</w:t>
      </w:r>
      <w:r w:rsidR="003615F8" w:rsidRPr="006B53B4">
        <w:rPr>
          <w:rFonts w:ascii="Marianne" w:hAnsi="Marianne"/>
          <w:b/>
        </w:rPr>
        <w:t xml:space="preserve"> </w:t>
      </w:r>
      <w:r w:rsidR="003615F8" w:rsidRPr="00C17CAF">
        <w:rPr>
          <w:rFonts w:ascii="Marianne" w:hAnsi="Marianne"/>
          <w:b/>
          <w:color w:val="00B050"/>
        </w:rPr>
        <w:t>(</w:t>
      </w:r>
      <w:r w:rsidR="00C57A20">
        <w:rPr>
          <w:rFonts w:ascii="Marianne" w:hAnsi="Marianne"/>
          <w:b/>
          <w:color w:val="00B050"/>
        </w:rPr>
        <w:t>LOT</w:t>
      </w:r>
      <w:bookmarkStart w:id="0" w:name="_GoBack"/>
      <w:bookmarkEnd w:id="0"/>
      <w:r w:rsidR="003615F8" w:rsidRPr="00C17CAF">
        <w:rPr>
          <w:rFonts w:ascii="Marianne" w:hAnsi="Marianne"/>
          <w:b/>
          <w:color w:val="00B050"/>
        </w:rPr>
        <w:t xml:space="preserve"> № </w:t>
      </w:r>
      <w:r w:rsidR="00C2385F" w:rsidRPr="00C17CAF">
        <w:rPr>
          <w:rFonts w:ascii="Marianne" w:hAnsi="Marianne"/>
          <w:b/>
          <w:color w:val="00B050"/>
        </w:rPr>
        <w:t xml:space="preserve"> </w:t>
      </w:r>
      <w:r w:rsidR="003615F8" w:rsidRPr="00C17CAF">
        <w:rPr>
          <w:rFonts w:ascii="Marianne" w:hAnsi="Marianne"/>
          <w:b/>
          <w:color w:val="00B050"/>
        </w:rPr>
        <w:t>)</w:t>
      </w:r>
    </w:p>
    <w:p w:rsidR="003A52A1" w:rsidRPr="00C17CAF" w:rsidRDefault="008264D8" w:rsidP="003A52A1">
      <w:pPr>
        <w:rPr>
          <w:rFonts w:ascii="Marianne" w:hAnsi="Marianne"/>
          <w:color w:val="00B050"/>
        </w:rPr>
      </w:pPr>
      <w:r w:rsidRPr="00C17CAF">
        <w:rPr>
          <w:rFonts w:ascii="Marianne" w:hAnsi="Marianne"/>
          <w:color w:val="00B050"/>
        </w:rPr>
        <w:t>SOUMISSIONN</w:t>
      </w:r>
      <w:r w:rsidR="003A52A1" w:rsidRPr="00C17CAF">
        <w:rPr>
          <w:rFonts w:ascii="Marianne" w:hAnsi="Marianne"/>
          <w:color w:val="00B050"/>
        </w:rPr>
        <w:t>AIRE</w:t>
      </w:r>
      <w:r w:rsidR="00772C7B" w:rsidRPr="00C17CAF">
        <w:rPr>
          <w:rFonts w:ascii="Marianne" w:hAnsi="Marianne"/>
          <w:color w:val="00B050"/>
        </w:rPr>
        <w:t> </w:t>
      </w:r>
      <w:r w:rsidR="003A52A1" w:rsidRPr="00C17CAF">
        <w:rPr>
          <w:rFonts w:ascii="Marianne" w:hAnsi="Marianne"/>
          <w:color w:val="00B050"/>
        </w:rPr>
        <w:t>:</w:t>
      </w:r>
      <w:r w:rsidR="009C117E" w:rsidRPr="00C17CAF">
        <w:rPr>
          <w:rFonts w:ascii="Marianne" w:hAnsi="Marianne"/>
          <w:color w:val="00B050"/>
        </w:rPr>
        <w:tab/>
      </w:r>
    </w:p>
    <w:p w:rsidR="00804FC9" w:rsidRPr="00C17CAF" w:rsidRDefault="00804FC9" w:rsidP="003A52A1">
      <w:pPr>
        <w:rPr>
          <w:rFonts w:ascii="Marianne" w:hAnsi="Marianne"/>
          <w:color w:val="00B050"/>
        </w:rPr>
      </w:pPr>
      <w:r w:rsidRPr="00C17CAF">
        <w:rPr>
          <w:rFonts w:ascii="Marianne" w:hAnsi="Marianne"/>
          <w:color w:val="00B050"/>
        </w:rPr>
        <w:t>SIRET Nº</w:t>
      </w:r>
      <w:r w:rsidR="00772C7B" w:rsidRPr="00C17CAF">
        <w:rPr>
          <w:rFonts w:ascii="Marianne" w:hAnsi="Marianne"/>
          <w:color w:val="00B050"/>
        </w:rPr>
        <w:t> </w:t>
      </w:r>
      <w:r w:rsidRPr="00C17CAF">
        <w:rPr>
          <w:rFonts w:ascii="Marianne" w:hAnsi="Marianne"/>
          <w:color w:val="00B050"/>
        </w:rPr>
        <w:t>:</w:t>
      </w:r>
      <w:r w:rsidR="009C117E" w:rsidRPr="00C17CAF">
        <w:rPr>
          <w:rFonts w:ascii="Marianne" w:hAnsi="Marianne"/>
          <w:color w:val="00B050"/>
        </w:rPr>
        <w:tab/>
      </w:r>
      <w:r w:rsidR="009C117E" w:rsidRPr="00C17CAF">
        <w:rPr>
          <w:rFonts w:ascii="Marianne" w:hAnsi="Marianne"/>
          <w:color w:val="00B050"/>
        </w:rPr>
        <w:tab/>
      </w:r>
    </w:p>
    <w:p w:rsidR="004E2E80" w:rsidRPr="006B53B4" w:rsidRDefault="004E2E80" w:rsidP="003A52A1">
      <w:pPr>
        <w:rPr>
          <w:rFonts w:ascii="Marianne" w:hAnsi="Marianne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6B53B4" w:rsidTr="00804FC9">
        <w:trPr>
          <w:trHeight w:val="74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6B53B4" w:rsidRDefault="004E2E80" w:rsidP="00804FC9">
            <w:pPr>
              <w:jc w:val="center"/>
              <w:rPr>
                <w:rFonts w:ascii="Marianne" w:hAnsi="Marianne"/>
              </w:rPr>
            </w:pPr>
            <w:r w:rsidRPr="006B53B4">
              <w:rPr>
                <w:rFonts w:ascii="Marianne" w:hAnsi="Marianne"/>
              </w:rPr>
              <w:t>Client (nom, adresse, nom du chargé du dossier, téléphone)</w:t>
            </w:r>
          </w:p>
          <w:p w:rsidR="004E2E80" w:rsidRPr="006B53B4" w:rsidRDefault="004E2E80" w:rsidP="00804FC9">
            <w:pPr>
              <w:jc w:val="center"/>
              <w:rPr>
                <w:rFonts w:ascii="Marianne" w:hAnsi="Marianne"/>
              </w:rPr>
            </w:pPr>
            <w:r w:rsidRPr="006B53B4">
              <w:rPr>
                <w:rFonts w:ascii="Marianne" w:hAnsi="Marianne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6B53B4" w:rsidRDefault="004E2E80" w:rsidP="00804FC9">
            <w:pPr>
              <w:jc w:val="center"/>
              <w:rPr>
                <w:rFonts w:ascii="Marianne" w:hAnsi="Marianne"/>
              </w:rPr>
            </w:pPr>
            <w:r w:rsidRPr="006B53B4">
              <w:rPr>
                <w:rFonts w:ascii="Marianne" w:hAnsi="Marianne"/>
              </w:rPr>
              <w:t xml:space="preserve">Nature des </w:t>
            </w:r>
            <w:r w:rsidR="00F87AEB" w:rsidRPr="006B53B4">
              <w:rPr>
                <w:rFonts w:ascii="Marianne" w:hAnsi="Marianne"/>
              </w:rPr>
              <w:t>travaux</w:t>
            </w:r>
            <w:r w:rsidRPr="006B53B4">
              <w:rPr>
                <w:rFonts w:ascii="Marianne" w:hAnsi="Marianne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6B53B4" w:rsidRDefault="00804FC9" w:rsidP="00804FC9">
            <w:pPr>
              <w:jc w:val="center"/>
              <w:rPr>
                <w:rFonts w:ascii="Marianne" w:hAnsi="Marianne"/>
              </w:rPr>
            </w:pPr>
            <w:r w:rsidRPr="006B53B4">
              <w:rPr>
                <w:rFonts w:ascii="Marianne" w:hAnsi="Marianne"/>
              </w:rPr>
              <w:t>Montant du marché</w:t>
            </w:r>
            <w:r w:rsidR="00F87AEB" w:rsidRPr="006B53B4">
              <w:rPr>
                <w:rFonts w:ascii="Marianne" w:hAnsi="Marianne"/>
              </w:rPr>
              <w:t xml:space="preserve"> travaux </w:t>
            </w:r>
            <w:r w:rsidR="004E2E80" w:rsidRPr="006B53B4">
              <w:rPr>
                <w:rFonts w:ascii="Marianne" w:hAnsi="Marianne"/>
              </w:rPr>
              <w:t>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2E80" w:rsidRPr="006B53B4" w:rsidRDefault="004E2E80" w:rsidP="00804FC9">
            <w:pPr>
              <w:ind w:right="150"/>
              <w:jc w:val="center"/>
              <w:rPr>
                <w:rFonts w:ascii="Marianne" w:hAnsi="Marianne"/>
              </w:rPr>
            </w:pPr>
            <w:r w:rsidRPr="006B53B4">
              <w:rPr>
                <w:rFonts w:ascii="Marianne" w:hAnsi="Marianne"/>
              </w:rPr>
              <w:t>Date d'exécution</w:t>
            </w: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  <w:tr w:rsidR="004E2E80" w:rsidRPr="006B53B4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6B53B4" w:rsidRDefault="004E2E80" w:rsidP="003A52A1">
            <w:pPr>
              <w:rPr>
                <w:rFonts w:ascii="Marianne" w:hAnsi="Marianne"/>
              </w:rPr>
            </w:pPr>
          </w:p>
        </w:tc>
      </w:tr>
    </w:tbl>
    <w:p w:rsidR="003A52A1" w:rsidRPr="006B53B4" w:rsidRDefault="003A52A1" w:rsidP="003A52A1">
      <w:pPr>
        <w:rPr>
          <w:rFonts w:ascii="Marianne" w:hAnsi="Marianne"/>
        </w:rPr>
      </w:pPr>
      <w:r w:rsidRPr="006B53B4">
        <w:rPr>
          <w:rFonts w:ascii="Marianne" w:hAnsi="Marianne"/>
        </w:rPr>
        <w:t>Rappel : si le candidat fait état de capacités d’autres entités juridiques non candidates, quelle que soit la nature des liens juridiques qu’il invoque</w:t>
      </w:r>
      <w:r w:rsidR="008264D8" w:rsidRPr="006B53B4">
        <w:rPr>
          <w:rFonts w:ascii="Marianne" w:hAnsi="Marianne"/>
        </w:rPr>
        <w:t xml:space="preserve"> (sous-traitance…)</w:t>
      </w:r>
      <w:r w:rsidRPr="006B53B4">
        <w:rPr>
          <w:rFonts w:ascii="Marianne" w:hAnsi="Marianne"/>
        </w:rPr>
        <w:t>, il doit établir qu’il a effectivement la disposition des moyens de l’entité qu’il présente à l’appui de sa candidature pour l’exécution du marché.</w:t>
      </w:r>
    </w:p>
    <w:p w:rsidR="003A52A1" w:rsidRPr="006B53B4" w:rsidRDefault="003A52A1">
      <w:pPr>
        <w:rPr>
          <w:rFonts w:ascii="Marianne" w:hAnsi="Marianne"/>
        </w:rPr>
      </w:pPr>
    </w:p>
    <w:sectPr w:rsidR="003A52A1" w:rsidRPr="006B53B4" w:rsidSect="00A71587">
      <w:footerReference w:type="default" r:id="rId6"/>
      <w:headerReference w:type="first" r:id="rId7"/>
      <w:footerReference w:type="first" r:id="rId8"/>
      <w:pgSz w:w="16840" w:h="11907" w:orient="landscape" w:code="9"/>
      <w:pgMar w:top="964" w:right="680" w:bottom="964" w:left="709" w:header="142" w:footer="19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6" w:rsidRDefault="006462C6">
      <w:r>
        <w:separator/>
      </w:r>
    </w:p>
  </w:endnote>
  <w:endnote w:type="continuationSeparator" w:id="0">
    <w:p w:rsidR="006462C6" w:rsidRDefault="0064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4FC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587" w:rsidRPr="00A71587" w:rsidRDefault="00A71587" w:rsidP="00A7158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OFFICE NATIONAL DES COMBATTANTS ET DES VICTIMES DE GUERRE</w:t>
    </w:r>
  </w:p>
  <w:p w:rsidR="00A71587" w:rsidRPr="00A71587" w:rsidRDefault="00A71587" w:rsidP="00A71587">
    <w:pPr>
      <w:pStyle w:val="Pieddepage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Hôtel national des Invalides – 129 rue de Grenelle, escalier B - 3</w:t>
    </w:r>
    <w:r w:rsidRPr="00A71587">
      <w:rPr>
        <w:rFonts w:ascii="Marianne" w:hAnsi="Marianne" w:cs="Marianne"/>
        <w:sz w:val="16"/>
        <w:szCs w:val="16"/>
        <w:vertAlign w:val="superscript"/>
      </w:rPr>
      <w:t>ème</w:t>
    </w:r>
    <w:r w:rsidRPr="00A71587">
      <w:rPr>
        <w:rFonts w:ascii="Marianne" w:hAnsi="Marianne" w:cs="Marianne"/>
        <w:sz w:val="16"/>
        <w:szCs w:val="16"/>
      </w:rPr>
      <w:t xml:space="preserve"> étage – CS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70780 – 75700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Paris cedex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07</w:t>
    </w:r>
  </w:p>
  <w:p w:rsidR="00A71587" w:rsidRPr="00A71587" w:rsidRDefault="00C57A20" w:rsidP="00A71587">
    <w:pPr>
      <w:pStyle w:val="Pieddepage"/>
      <w:jc w:val="center"/>
      <w:rPr>
        <w:sz w:val="16"/>
        <w:szCs w:val="16"/>
      </w:rPr>
    </w:pPr>
    <w:hyperlink r:id="rId1" w:history="1">
      <w:r w:rsidR="00A71587" w:rsidRPr="00A71587">
        <w:rPr>
          <w:rFonts w:ascii="Marianne" w:hAnsi="Marianne" w:cs="Marianne"/>
          <w:sz w:val="16"/>
          <w:szCs w:val="16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6" w:rsidRDefault="006462C6">
      <w:r>
        <w:separator/>
      </w:r>
    </w:p>
  </w:footnote>
  <w:footnote w:type="continuationSeparator" w:id="0">
    <w:p w:rsidR="006462C6" w:rsidRDefault="0064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3B4" w:rsidRDefault="006B53B4" w:rsidP="00A71587">
    <w:pPr>
      <w:pStyle w:val="En-tte"/>
      <w:spacing w:before="60"/>
      <w:jc w:val="center"/>
      <w:rPr>
        <w:rFonts w:ascii="Calibri" w:eastAsia="Calibri" w:hAnsi="Calibri"/>
        <w:noProof/>
        <w:sz w:val="22"/>
        <w:szCs w:val="22"/>
        <w:lang w:eastAsia="en-US"/>
      </w:rPr>
    </w:pPr>
  </w:p>
  <w:p w:rsidR="008264D8" w:rsidRPr="006B53B4" w:rsidRDefault="00E052A3" w:rsidP="00A71587">
    <w:pPr>
      <w:pStyle w:val="En-tte"/>
      <w:spacing w:before="60"/>
      <w:jc w:val="center"/>
      <w:rPr>
        <w:rFonts w:ascii="Marianne" w:hAnsi="Marianne"/>
        <w:sz w:val="16"/>
        <w:szCs w:val="16"/>
      </w:rPr>
    </w:pPr>
    <w:r w:rsidRPr="006B53B4">
      <w:rPr>
        <w:rFonts w:ascii="Marianne" w:eastAsia="Calibri" w:hAnsi="Marianne"/>
        <w:noProof/>
        <w:sz w:val="16"/>
        <w:szCs w:val="16"/>
        <w:lang w:eastAsia="en-US"/>
      </w:rPr>
      <w:drawing>
        <wp:anchor distT="0" distB="0" distL="114300" distR="114300" simplePos="0" relativeHeight="251659264" behindDoc="1" locked="0" layoutInCell="1" allowOverlap="1" wp14:anchorId="6CBC1336">
          <wp:simplePos x="0" y="0"/>
          <wp:positionH relativeFrom="margin">
            <wp:align>left</wp:align>
          </wp:positionH>
          <wp:positionV relativeFrom="paragraph">
            <wp:posOffset>74930</wp:posOffset>
          </wp:positionV>
          <wp:extent cx="471170" cy="415290"/>
          <wp:effectExtent l="0" t="0" r="5080" b="3810"/>
          <wp:wrapTight wrapText="bothSides">
            <wp:wrapPolygon edited="0">
              <wp:start x="0" y="0"/>
              <wp:lineTo x="0" y="20807"/>
              <wp:lineTo x="10480" y="20807"/>
              <wp:lineTo x="6987" y="15853"/>
              <wp:lineTo x="20960" y="13872"/>
              <wp:lineTo x="20960" y="3963"/>
              <wp:lineTo x="10480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53B4">
      <w:rPr>
        <w:rFonts w:ascii="Marianne" w:hAnsi="Marianne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705ADAFD">
          <wp:simplePos x="0" y="0"/>
          <wp:positionH relativeFrom="margin">
            <wp:posOffset>9107937</wp:posOffset>
          </wp:positionH>
          <wp:positionV relativeFrom="paragraph">
            <wp:posOffset>45308</wp:posOffset>
          </wp:positionV>
          <wp:extent cx="670560" cy="384810"/>
          <wp:effectExtent l="0" t="0" r="0" b="0"/>
          <wp:wrapTight wrapText="bothSides">
            <wp:wrapPolygon edited="0">
              <wp:start x="0" y="0"/>
              <wp:lineTo x="0" y="16040"/>
              <wp:lineTo x="20864" y="16040"/>
              <wp:lineTo x="20864" y="0"/>
              <wp:lineTo x="0" y="0"/>
            </wp:wrapPolygon>
          </wp:wrapTight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RT RVB 2023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3" r="5406" b="-43779"/>
                  <a:stretch/>
                </pic:blipFill>
                <pic:spPr bwMode="auto">
                  <a:xfrm>
                    <a:off x="0" y="0"/>
                    <a:ext cx="670560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53B4" w:rsidRPr="006B53B4">
      <w:rPr>
        <w:rFonts w:ascii="Marianne" w:eastAsia="Calibri" w:hAnsi="Marianne"/>
        <w:noProof/>
        <w:sz w:val="16"/>
        <w:szCs w:val="16"/>
        <w:lang w:eastAsia="en-US"/>
      </w:rPr>
      <w:t>Travaux restauration NN ALTKIRCH – Consultation n° 25019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6C"/>
    <w:rsid w:val="000B40A3"/>
    <w:rsid w:val="000C290D"/>
    <w:rsid w:val="000D20A1"/>
    <w:rsid w:val="00163D20"/>
    <w:rsid w:val="001F32A5"/>
    <w:rsid w:val="003615F8"/>
    <w:rsid w:val="00375A4D"/>
    <w:rsid w:val="003A52A1"/>
    <w:rsid w:val="004A1955"/>
    <w:rsid w:val="004D7D99"/>
    <w:rsid w:val="004E2E80"/>
    <w:rsid w:val="006462C6"/>
    <w:rsid w:val="006B53B4"/>
    <w:rsid w:val="00772C7B"/>
    <w:rsid w:val="00781385"/>
    <w:rsid w:val="007D4E6C"/>
    <w:rsid w:val="00804FC9"/>
    <w:rsid w:val="008264D8"/>
    <w:rsid w:val="00991B48"/>
    <w:rsid w:val="00997B88"/>
    <w:rsid w:val="009A65AF"/>
    <w:rsid w:val="009C117E"/>
    <w:rsid w:val="00A71587"/>
    <w:rsid w:val="00AB300C"/>
    <w:rsid w:val="00BA29D3"/>
    <w:rsid w:val="00BF46D3"/>
    <w:rsid w:val="00C17CAF"/>
    <w:rsid w:val="00C2385F"/>
    <w:rsid w:val="00C56F9A"/>
    <w:rsid w:val="00C57A20"/>
    <w:rsid w:val="00DC5B86"/>
    <w:rsid w:val="00E052A3"/>
    <w:rsid w:val="00F4411F"/>
    <w:rsid w:val="00F87AEB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4EC468"/>
  <w15:chartTrackingRefBased/>
  <w15:docId w15:val="{56FAE1A2-B6C4-4BDF-809C-317B3E9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4E2E80"/>
    <w:rPr>
      <w:lang w:val="fr-FR" w:eastAsia="fr-FR" w:bidi="ar-SA"/>
    </w:rPr>
  </w:style>
  <w:style w:type="character" w:styleId="Lienhypertexte">
    <w:name w:val="Hyperlink"/>
    <w:basedOn w:val="Policepardfaut"/>
    <w:rsid w:val="00A71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</Template>
  <TotalTime>2</TotalTime>
  <Pages>1</Pages>
  <Words>94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ollivier.puget</dc:creator>
  <cp:keywords/>
  <cp:lastModifiedBy>AULAS Fabienne</cp:lastModifiedBy>
  <cp:revision>5</cp:revision>
  <cp:lastPrinted>1899-12-31T23:00:00Z</cp:lastPrinted>
  <dcterms:created xsi:type="dcterms:W3CDTF">2025-10-30T09:00:00Z</dcterms:created>
  <dcterms:modified xsi:type="dcterms:W3CDTF">2025-10-30T13:25:00Z</dcterms:modified>
</cp:coreProperties>
</file>